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A3F" w:rsidRPr="00E9026F" w:rsidRDefault="00EF3A3F" w:rsidP="00E9026F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75.25pt;margin-top:327pt;width:0;height:23.25pt;flip:y;z-index:251637760" o:connectortype="straight" strokeweight=".25pt">
            <v:stroke endarrow="block"/>
          </v:shape>
        </w:pict>
      </w:r>
      <w:r>
        <w:tab/>
      </w:r>
      <w:r>
        <w:tab/>
      </w:r>
      <w:r>
        <w:tab/>
      </w:r>
      <w:r>
        <w:tab/>
      </w:r>
    </w:p>
    <w:p w:rsidR="00EF3A3F" w:rsidRPr="00E9026F" w:rsidRDefault="00EF3A3F" w:rsidP="00E9026F"/>
    <w:p w:rsidR="00EF3A3F" w:rsidRPr="00E9026F" w:rsidRDefault="00EF3A3F" w:rsidP="00E9026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75.6pt;margin-top:.95pt;width:120pt;height:53.25pt;z-index:251656192">
            <o:extrusion v:ext="view" on="t"/>
            <v:textbox>
              <w:txbxContent>
                <w:p w:rsidR="00EF3A3F" w:rsidRPr="000E5546" w:rsidRDefault="00EF3A3F" w:rsidP="00CC7978">
                  <w:pPr>
                    <w:spacing w:after="0" w:line="240" w:lineRule="auto"/>
                    <w:jc w:val="center"/>
                    <w:rPr>
                      <w:b/>
                      <w:sz w:val="36"/>
                      <w:szCs w:val="40"/>
                    </w:rPr>
                  </w:pPr>
                  <w:r w:rsidRPr="000E5546">
                    <w:rPr>
                      <w:b/>
                      <w:sz w:val="36"/>
                      <w:szCs w:val="40"/>
                    </w:rPr>
                    <w:t>The Arts</w:t>
                  </w:r>
                </w:p>
                <w:p w:rsidR="00EF3A3F" w:rsidRPr="000E5546" w:rsidRDefault="00EF3A3F" w:rsidP="00CC7978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E5546">
                    <w:rPr>
                      <w:b/>
                      <w:sz w:val="20"/>
                      <w:szCs w:val="20"/>
                    </w:rPr>
                    <w:t>Dance, Music, Theatre, Visual Arts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259.5pt;margin-top:.9pt;width:120pt;height:53.25pt;z-index:251630592">
            <o:extrusion v:ext="view" on="t"/>
            <v:textbox>
              <w:txbxContent>
                <w:p w:rsidR="00EF3A3F" w:rsidRPr="000E5546" w:rsidRDefault="00EF3A3F" w:rsidP="007A0782">
                  <w:pPr>
                    <w:spacing w:after="0" w:line="240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0E5546">
                    <w:rPr>
                      <w:b/>
                      <w:sz w:val="28"/>
                      <w:szCs w:val="28"/>
                    </w:rPr>
                    <w:t>Conceptual</w:t>
                  </w:r>
                </w:p>
                <w:p w:rsidR="00EF3A3F" w:rsidRPr="00713585" w:rsidRDefault="00EF3A3F" w:rsidP="007A0782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E5546">
                    <w:rPr>
                      <w:b/>
                      <w:sz w:val="28"/>
                      <w:szCs w:val="28"/>
                    </w:rPr>
                    <w:t>Model</w:t>
                  </w:r>
                  <w:r w:rsidRPr="000E5546">
                    <w:rPr>
                      <w:b/>
                      <w:sz w:val="36"/>
                      <w:szCs w:val="40"/>
                    </w:rPr>
                    <w:t xml:space="preserve">              </w:t>
                  </w:r>
                  <w:r w:rsidRPr="00713585">
                    <w:rPr>
                      <w:b/>
                      <w:sz w:val="20"/>
                      <w:szCs w:val="20"/>
                    </w:rPr>
                    <w:t>for SwSCD</w:t>
                  </w:r>
                </w:p>
              </w:txbxContent>
            </v:textbox>
          </v:shape>
        </w:pict>
      </w:r>
    </w:p>
    <w:p w:rsidR="00EF3A3F" w:rsidRPr="00E9026F" w:rsidRDefault="00EF3A3F" w:rsidP="00E9026F"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0" type="#_x0000_t109" style="position:absolute;margin-left:192pt;margin-top:13pt;width:90pt;height:15pt;z-index:251626496" fillcolor="#eeece1">
            <v:fill color2="fill darken(153)" angle="-90" focusposition="1" focussize="" method="linear sigma" type="gradient"/>
          </v:shape>
        </w:pict>
      </w:r>
    </w:p>
    <w:p w:rsidR="00EF3A3F" w:rsidRPr="00E9026F" w:rsidRDefault="00EF3A3F" w:rsidP="00E9026F">
      <w:r>
        <w:rPr>
          <w:noProof/>
        </w:rPr>
        <w:pict>
          <v:shape id="_x0000_s1031" type="#_x0000_t32" style="position:absolute;margin-left:313.5pt;margin-top:3.85pt;width:.05pt;height:35.25pt;flip:y;z-index:251651072" o:connectortype="straight" strokeweight=".25pt">
            <v:stroke endarrow="block"/>
          </v:shape>
        </w:pict>
      </w:r>
      <w:r>
        <w:rPr>
          <w:noProof/>
        </w:rPr>
        <w:pict>
          <v:shape id="_x0000_s1032" type="#_x0000_t32" style="position:absolute;margin-left:135.8pt;margin-top:2.55pt;width:0;height:35.25pt;flip:y;z-index:251657216" o:connectortype="straight" strokeweight=".25pt">
            <v:stroke endarrow="block"/>
          </v:shape>
        </w:pict>
      </w:r>
    </w:p>
    <w:p w:rsidR="00EF3A3F" w:rsidRPr="00E9026F" w:rsidRDefault="00EF3A3F" w:rsidP="00E9026F">
      <w:r>
        <w:rPr>
          <w:noProof/>
        </w:rPr>
        <w:pict>
          <v:shape id="_x0000_s1033" type="#_x0000_t202" style="position:absolute;margin-left:248.25pt;margin-top:19.6pt;width:113.25pt;height:56.55pt;z-index:251638784">
            <o:extrusion v:ext="view" on="t" rotationangle="-5"/>
            <v:textbox style="mso-next-textbox:#_x0000_s1033">
              <w:txbxContent>
                <w:p w:rsidR="00EF3A3F" w:rsidRPr="007F38AC" w:rsidRDefault="00EF3A3F" w:rsidP="00753BB1">
                  <w:pPr>
                    <w:spacing w:after="0"/>
                    <w:jc w:val="center"/>
                    <w:rPr>
                      <w:b/>
                      <w:sz w:val="24"/>
                      <w:szCs w:val="28"/>
                    </w:rPr>
                  </w:pPr>
                </w:p>
                <w:p w:rsidR="00EF3A3F" w:rsidRPr="007F38AC" w:rsidRDefault="00EF3A3F" w:rsidP="00753BB1">
                  <w:pPr>
                    <w:spacing w:after="0"/>
                    <w:jc w:val="center"/>
                    <w:rPr>
                      <w:b/>
                      <w:sz w:val="24"/>
                      <w:szCs w:val="28"/>
                    </w:rPr>
                  </w:pPr>
                  <w:r w:rsidRPr="007F38AC">
                    <w:rPr>
                      <w:b/>
                      <w:sz w:val="24"/>
                      <w:szCs w:val="28"/>
                    </w:rPr>
                    <w:t xml:space="preserve">BOK Essence </w:t>
                  </w:r>
                </w:p>
                <w:p w:rsidR="00EF3A3F" w:rsidRPr="007F38AC" w:rsidRDefault="00EF3A3F" w:rsidP="00E67013">
                  <w:pPr>
                    <w:spacing w:after="0"/>
                    <w:jc w:val="center"/>
                    <w:rPr>
                      <w:b/>
                      <w:sz w:val="24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72.75pt;margin-top:19.15pt;width:112.5pt;height:55.5pt;z-index:251631616">
            <o:extrusion v:ext="view" on="t"/>
            <v:textbox>
              <w:txbxContent>
                <w:p w:rsidR="00EF3A3F" w:rsidRPr="007F38AC" w:rsidRDefault="00EF3A3F" w:rsidP="00753BB1">
                  <w:pPr>
                    <w:spacing w:after="0"/>
                    <w:jc w:val="center"/>
                    <w:rPr>
                      <w:b/>
                      <w:sz w:val="24"/>
                    </w:rPr>
                  </w:pPr>
                </w:p>
                <w:p w:rsidR="00EF3A3F" w:rsidRPr="007F38AC" w:rsidRDefault="00EF3A3F" w:rsidP="00753BB1">
                  <w:pPr>
                    <w:spacing w:after="0"/>
                    <w:jc w:val="center"/>
                    <w:rPr>
                      <w:b/>
                      <w:sz w:val="32"/>
                    </w:rPr>
                  </w:pPr>
                  <w:r w:rsidRPr="007F38AC">
                    <w:rPr>
                      <w:b/>
                      <w:sz w:val="24"/>
                    </w:rPr>
                    <w:t xml:space="preserve">Body of Knowledge </w:t>
                  </w:r>
                </w:p>
              </w:txbxContent>
            </v:textbox>
          </v:shape>
        </w:pict>
      </w:r>
    </w:p>
    <w:p w:rsidR="00EF3A3F" w:rsidRPr="00E9026F" w:rsidRDefault="00EF3A3F" w:rsidP="00E9026F"/>
    <w:p w:rsidR="00EF3A3F" w:rsidRPr="00E9026F" w:rsidRDefault="00EF3A3F" w:rsidP="00E9026F"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5" type="#_x0000_t34" style="position:absolute;margin-left:343.1pt;margin-top:25.6pt;width:20.25pt;height:13.5pt;rotation:270;flip:x;z-index:251669504" o:connectortype="elbow" adj="10773,508800,-460800" strokeweight=".25pt">
            <v:stroke endarrow="block"/>
          </v:shape>
        </w:pict>
      </w:r>
      <w:r>
        <w:rPr>
          <w:noProof/>
        </w:rPr>
        <w:pict>
          <v:shape id="_x0000_s1036" type="#_x0000_t32" style="position:absolute;margin-left:269.25pt;margin-top:22.95pt;width:.05pt;height:60pt;flip:y;z-index:251629568" o:connectortype="straight" strokeweight=".25pt">
            <v:stroke endarrow="block"/>
          </v:shape>
        </w:pict>
      </w:r>
      <w:r>
        <w:rPr>
          <w:noProof/>
        </w:rPr>
        <w:pict>
          <v:shape id="_x0000_s1037" type="#_x0000_t34" style="position:absolute;margin-left:292pt;margin-top:32.45pt;width:40.5pt;height:21.45pt;rotation:270;flip:x;z-index:251668480" o:connectortype="elbow" adj=",341371,-235040" strokeweight=".25pt">
            <v:stroke endarrow="block"/>
          </v:shape>
        </w:pict>
      </w:r>
      <w:r>
        <w:rPr>
          <w:noProof/>
        </w:rPr>
        <w:pict>
          <v:shape id="_x0000_s1038" type="#_x0000_t32" style="position:absolute;margin-left:157.5pt;margin-top:22.2pt;width:.05pt;height:20.25pt;flip:y;z-index:251652096" o:connectortype="straight" strokeweight=".25pt">
            <v:stroke endarrow="block"/>
          </v:shape>
        </w:pict>
      </w:r>
      <w:r>
        <w:rPr>
          <w:noProof/>
        </w:rPr>
        <w:pict>
          <v:shape id="_x0000_s1039" type="#_x0000_t32" style="position:absolute;margin-left:106.5pt;margin-top:24.65pt;width:.05pt;height:38.8pt;flip:y;z-index:251665408" o:connectortype="straight" strokeweight=".25pt">
            <v:stroke endarrow="block"/>
          </v:shape>
        </w:pict>
      </w:r>
      <w:r>
        <w:rPr>
          <w:noProof/>
        </w:rPr>
        <w:pict>
          <v:shape id="_x0000_s1040" type="#_x0000_t34" style="position:absolute;margin-left:34.8pt;margin-top:33.65pt;width:58.45pt;height:40.2pt;rotation:270;z-index:251664384" o:connectortype="elbow" adj="10791,-192627,-42849" strokeweight=".25pt">
            <v:stroke endarrow="block"/>
          </v:shape>
        </w:pict>
      </w:r>
      <w:r>
        <w:rPr>
          <w:noProof/>
        </w:rPr>
        <w:pict>
          <v:shape id="_x0000_s1041" type="#_x0000_t109" style="position:absolute;margin-left:180pt;margin-top:9.5pt;width:90pt;height:14.4pt;z-index:251628544" fillcolor="#eeece1">
            <v:fill color2="fill darken(153)" angle="-90" focusposition="1" focussize="" method="linear sigma" type="gradient"/>
          </v:shape>
        </w:pict>
      </w:r>
    </w:p>
    <w:p w:rsidR="00EF3A3F" w:rsidRPr="00E9026F" w:rsidRDefault="00EF3A3F" w:rsidP="00E9026F">
      <w:r>
        <w:rPr>
          <w:noProof/>
        </w:rPr>
        <w:pict>
          <v:shape id="_x0000_s1042" type="#_x0000_t202" style="position:absolute;margin-left:346.5pt;margin-top:24.2pt;width:62.25pt;height:39.35pt;z-index:251623424">
            <v:fill color2="#eeece1" rotate="t" focus="100%" type="gradient"/>
            <o:extrusion v:ext="view" on="t"/>
            <v:textbox>
              <w:txbxContent>
                <w:p w:rsidR="00EF3A3F" w:rsidRPr="007F38AC" w:rsidRDefault="00EF3A3F" w:rsidP="004B27EF">
                  <w:pPr>
                    <w:spacing w:before="240" w:after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7F38AC">
                    <w:rPr>
                      <w:b/>
                      <w:sz w:val="20"/>
                      <w:szCs w:val="20"/>
                    </w:rPr>
                    <w:t xml:space="preserve">Essence 3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118.5pt;margin-top:24.65pt;width:62.25pt;height:39.35pt;z-index:251624448" strokecolor="#95b3d7" strokeweight="1pt">
            <v:fill color2="#eeece1" focusposition="1" focussize="" focus="100%" type="gradient"/>
            <v:shadow type="perspective" color="#243f60" opacity=".5" offset="1pt" offset2="-3pt"/>
            <o:extrusion v:ext="view" on="t"/>
            <v:textbox>
              <w:txbxContent>
                <w:p w:rsidR="00EF3A3F" w:rsidRPr="007F38AC" w:rsidRDefault="00EF3A3F" w:rsidP="004B27EF">
                  <w:pPr>
                    <w:spacing w:before="240" w:after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7F38AC">
                    <w:rPr>
                      <w:b/>
                      <w:sz w:val="20"/>
                      <w:szCs w:val="20"/>
                    </w:rPr>
                    <w:t xml:space="preserve">EU 3 </w:t>
                  </w:r>
                </w:p>
              </w:txbxContent>
            </v:textbox>
          </v:shape>
        </w:pict>
      </w:r>
    </w:p>
    <w:p w:rsidR="00EF3A3F" w:rsidRDefault="00EF3A3F" w:rsidP="00E9026F">
      <w:r>
        <w:rPr>
          <w:noProof/>
        </w:rPr>
        <w:pict>
          <v:shape id="_x0000_s1044" type="#_x0000_t109" style="position:absolute;margin-left:180pt;margin-top:22.25pt;width:166.1pt;height:14.4pt;z-index:251619328" filled="f" fillcolor="#eeece1">
            <v:fill color2="fill darken(153)" angle="-90" focusposition="1" focussize="" method="linear sigma" type="gradient"/>
          </v:shape>
        </w:pict>
      </w:r>
      <w:r>
        <w:rPr>
          <w:noProof/>
        </w:rPr>
        <w:pict>
          <v:shape id="_x0000_s1045" type="#_x0000_t202" style="position:absolute;margin-left:282.75pt;margin-top:19.25pt;width:62.25pt;height:39.35pt;z-index:251662336">
            <o:extrusion v:ext="view" on="t"/>
            <v:textbox>
              <w:txbxContent>
                <w:p w:rsidR="00EF3A3F" w:rsidRPr="007F38AC" w:rsidRDefault="00EF3A3F" w:rsidP="004B27EF">
                  <w:pPr>
                    <w:spacing w:before="240" w:after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7F38AC">
                    <w:rPr>
                      <w:b/>
                      <w:sz w:val="20"/>
                      <w:szCs w:val="20"/>
                    </w:rPr>
                    <w:t xml:space="preserve">Essence 2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54.75pt;margin-top:19pt;width:62.25pt;height:39.35pt;z-index:251625472">
            <o:extrusion v:ext="view" on="t"/>
            <v:textbox>
              <w:txbxContent>
                <w:p w:rsidR="00EF3A3F" w:rsidRPr="007F38AC" w:rsidRDefault="00EF3A3F" w:rsidP="004B27EF">
                  <w:pPr>
                    <w:spacing w:before="240" w:after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7F38AC">
                    <w:rPr>
                      <w:b/>
                      <w:sz w:val="20"/>
                      <w:szCs w:val="20"/>
                    </w:rPr>
                    <w:t xml:space="preserve">EU 2 </w:t>
                  </w:r>
                </w:p>
              </w:txbxContent>
            </v:textbox>
          </v:shape>
        </w:pict>
      </w:r>
    </w:p>
    <w:p w:rsidR="00EF3A3F" w:rsidRDefault="00EF3A3F" w:rsidP="00E9026F">
      <w:r>
        <w:rPr>
          <w:noProof/>
        </w:rPr>
        <w:pict>
          <v:shape id="_x0000_s1047" type="#_x0000_t109" style="position:absolute;margin-left:115.15pt;margin-top:18.75pt;width:166.1pt;height:14.4pt;z-index:251621376" fillcolor="#eeece1">
            <v:fill color2="fill darken(153)" angle="-90" focusposition="1" focussize="" method="linear sigma" type="gradient"/>
          </v:shape>
        </w:pict>
      </w:r>
      <w:r>
        <w:rPr>
          <w:noProof/>
        </w:rPr>
        <w:pict>
          <v:shape id="_x0000_s1048" type="#_x0000_t202" style="position:absolute;margin-left:219pt;margin-top:17.05pt;width:62.25pt;height:39.35pt;z-index:251663360">
            <o:extrusion v:ext="view" on="t"/>
            <v:textbox>
              <w:txbxContent>
                <w:p w:rsidR="00EF3A3F" w:rsidRPr="007F38AC" w:rsidRDefault="00EF3A3F" w:rsidP="004B27EF">
                  <w:pPr>
                    <w:spacing w:before="240" w:after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7F38AC">
                    <w:rPr>
                      <w:b/>
                      <w:sz w:val="20"/>
                      <w:szCs w:val="20"/>
                    </w:rPr>
                    <w:t xml:space="preserve">Essence 1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-9pt;margin-top:16.15pt;width:62.25pt;height:39.35pt;z-index:251661312">
            <o:extrusion v:ext="view" on="t"/>
            <v:textbox>
              <w:txbxContent>
                <w:p w:rsidR="00EF3A3F" w:rsidRPr="007F38AC" w:rsidRDefault="00EF3A3F" w:rsidP="004B27EF">
                  <w:pPr>
                    <w:spacing w:before="240" w:after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7F38AC">
                    <w:rPr>
                      <w:b/>
                      <w:sz w:val="20"/>
                      <w:szCs w:val="20"/>
                    </w:rPr>
                    <w:t xml:space="preserve">EU 1 </w:t>
                  </w:r>
                </w:p>
              </w:txbxContent>
            </v:textbox>
          </v:shape>
        </w:pict>
      </w:r>
    </w:p>
    <w:p w:rsidR="00EF3A3F" w:rsidRDefault="00EF3A3F" w:rsidP="00E9026F">
      <w:r>
        <w:rPr>
          <w:noProof/>
        </w:rPr>
        <w:pict>
          <v:shape id="_x0000_s1050" type="#_x0000_t109" style="position:absolute;margin-left:52.9pt;margin-top:16.15pt;width:166.1pt;height:14.4pt;z-index:251622400" fillcolor="#eeece1">
            <v:fill color2="fill darken(153)" angle="-90" focusposition="1" focussize="" method="linear sigma" type="gradient"/>
          </v:shape>
        </w:pict>
      </w:r>
      <w:r>
        <w:rPr>
          <w:noProof/>
        </w:rPr>
        <w:pict>
          <v:shape id="_x0000_s1051" type="#_x0000_t32" style="position:absolute;margin-left:318.75pt;margin-top:7.7pt;width:0;height:38pt;flip:y;z-index:251648000" o:connectortype="straight" strokeweight=".25pt">
            <v:stroke endarrow="block"/>
          </v:shape>
        </w:pict>
      </w:r>
      <w:r>
        <w:rPr>
          <w:noProof/>
        </w:rPr>
        <w:pict>
          <v:shape id="_x0000_s1052" type="#_x0000_t32" style="position:absolute;margin-left:88.5pt;margin-top:7.45pt;width:0;height:45pt;flip:y;z-index:251650048" o:connectortype="straight" strokeweight=".25pt">
            <v:stroke endarrow="block"/>
          </v:shape>
        </w:pict>
      </w:r>
    </w:p>
    <w:p w:rsidR="00EF3A3F" w:rsidRDefault="00EF3A3F" w:rsidP="00E9026F">
      <w:r>
        <w:rPr>
          <w:noProof/>
        </w:rPr>
        <w:pict>
          <v:shape id="_x0000_s1053" type="#_x0000_t32" style="position:absolute;margin-left:42.45pt;margin-top:20.25pt;width:175.05pt;height:9pt;flip:x;z-index:251676672" o:connectortype="straight">
            <v:stroke dashstyle="dash"/>
          </v:shape>
        </w:pict>
      </w:r>
      <w:r>
        <w:rPr>
          <w:noProof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54" type="#_x0000_t114" style="position:absolute;margin-left:219pt;margin-top:20.25pt;width:64.8pt;height:50.25pt;z-index:251640832">
            <v:shadow on="t" opacity=".5" offset="6pt,-6pt"/>
            <o:extrusion v:ext="view" rotationangle="-5"/>
            <v:textbox style="mso-next-textbox:#_x0000_s1054">
              <w:txbxContent>
                <w:p w:rsidR="00EF3A3F" w:rsidRPr="007F38AC" w:rsidRDefault="00EF3A3F" w:rsidP="008B44AA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7F38AC">
                    <w:rPr>
                      <w:b/>
                      <w:sz w:val="18"/>
                      <w:szCs w:val="18"/>
                    </w:rPr>
                    <w:t>Access Point(s) 9-12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32" style="position:absolute;margin-left:248.25pt;margin-top:6pt;width:.05pt;height:12pt;flip:y;z-index:251645952" o:connectortype="straight" strokeweight=".25pt">
            <v:stroke endarrow="block"/>
          </v:shape>
        </w:pict>
      </w:r>
      <w:r>
        <w:rPr>
          <w:noProof/>
        </w:rPr>
        <w:pict>
          <v:shape id="_x0000_s1056" type="#_x0000_t32" style="position:absolute;margin-left:22.5pt;margin-top:20.25pt;width:195pt;height:43.5pt;flip:x;z-index:251670528" o:connectortype="straight">
            <v:stroke dashstyle="dash"/>
          </v:shape>
        </w:pict>
      </w:r>
      <w:r>
        <w:rPr>
          <w:noProof/>
        </w:rPr>
        <w:pict>
          <v:shape id="_x0000_s1057" type="#_x0000_t32" style="position:absolute;margin-left:35.25pt;margin-top:20.25pt;width:182.25pt;height:24pt;flip:x;z-index:251671552" o:connectortype="straight">
            <v:stroke dashstyle="dash"/>
          </v:shape>
        </w:pict>
      </w:r>
      <w:r>
        <w:rPr>
          <w:noProof/>
        </w:rPr>
        <w:pict>
          <v:shape id="_x0000_s1058" type="#_x0000_t114" style="position:absolute;margin-left:288.75pt;margin-top:20.25pt;width:63pt;height:50.25pt;z-index:251642880">
            <v:shadow on="t" opacity=".5" offset="6pt,-6pt"/>
            <o:extrusion v:ext="view" rotationangle="-5"/>
            <v:textbox style="mso-next-textbox:#_x0000_s1058">
              <w:txbxContent>
                <w:p w:rsidR="00EF3A3F" w:rsidRPr="007F38AC" w:rsidRDefault="00EF3A3F" w:rsidP="008B44AA">
                  <w:pPr>
                    <w:jc w:val="center"/>
                    <w:rPr>
                      <w:b/>
                      <w:sz w:val="18"/>
                    </w:rPr>
                  </w:pPr>
                  <w:r w:rsidRPr="007F38AC">
                    <w:rPr>
                      <w:b/>
                      <w:sz w:val="18"/>
                    </w:rPr>
                    <w:t>Access Point(s) 9-12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32" style="position:absolute;margin-left:18.75pt;margin-top:5.25pt;width:0;height:23.25pt;flip:y;z-index:251634688" o:connectortype="straight" strokeweight=".25pt">
            <v:stroke endarrow="block"/>
          </v:shape>
        </w:pict>
      </w:r>
      <w:r>
        <w:rPr>
          <w:noProof/>
        </w:rPr>
        <w:pict>
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<v:stroke joinstyle="miter"/>
            <v:path o:extrusionok="f" o:connecttype="custom" o:connectlocs="10800,0;0,10800;10800,19890;21600,10800" textboxrect="0,3675,18595,18022"/>
          </v:shapetype>
          <v:shape id="_x0000_s1060" type="#_x0000_t115" style="position:absolute;margin-left:57pt;margin-top:24.75pt;width:63pt;height:59.25pt;z-index:251672576">
            <v:shadow on="t" opacity=".5" offset="6pt,-6pt"/>
            <o:extrusion v:ext="view" rotationangle="-5"/>
            <v:textbox style="mso-next-textbox:#_x0000_s1060">
              <w:txbxContent>
                <w:p w:rsidR="00EF3A3F" w:rsidRPr="007F38AC" w:rsidRDefault="00EF3A3F" w:rsidP="008B44AA">
                  <w:pPr>
                    <w:jc w:val="center"/>
                    <w:rPr>
                      <w:b/>
                    </w:rPr>
                  </w:pPr>
                  <w:r w:rsidRPr="007F38AC">
                    <w:rPr>
                      <w:b/>
                    </w:rPr>
                    <w:t>Bchmks 9-12</w:t>
                  </w:r>
                </w:p>
              </w:txbxContent>
            </v:textbox>
          </v:shape>
        </w:pict>
      </w:r>
    </w:p>
    <w:p w:rsidR="00EF3A3F" w:rsidRDefault="00EF3A3F" w:rsidP="00E9026F">
      <w:r>
        <w:rPr>
          <w:noProof/>
        </w:rPr>
        <w:pict>
          <v:shape id="_x0000_s1061" type="#_x0000_t115" style="position:absolute;margin-left:-16.5pt;margin-top:1.55pt;width:63pt;height:57pt;z-index:251632640">
            <v:shadow on="t" opacity=".5" offset="6pt,-6pt"/>
            <v:textbox style="mso-next-textbox:#_x0000_s1061">
              <w:txbxContent>
                <w:p w:rsidR="00EF3A3F" w:rsidRPr="007F38AC" w:rsidRDefault="00EF3A3F" w:rsidP="008B44AA">
                  <w:pPr>
                    <w:jc w:val="center"/>
                    <w:rPr>
                      <w:b/>
                    </w:rPr>
                  </w:pPr>
                  <w:r w:rsidRPr="007F38AC">
                    <w:rPr>
                      <w:b/>
                    </w:rPr>
                    <w:t>Bchmks 9-12</w:t>
                  </w:r>
                </w:p>
              </w:txbxContent>
            </v:textbox>
          </v:shape>
        </w:pict>
      </w:r>
    </w:p>
    <w:p w:rsidR="00EF3A3F" w:rsidRDefault="00EF3A3F" w:rsidP="00E9026F">
      <w:r>
        <w:rPr>
          <w:noProof/>
        </w:rPr>
        <w:pict>
          <v:shape id="_x0000_s1062" type="#_x0000_t32" style="position:absolute;margin-left:319.5pt;margin-top:17.35pt;width:0;height:23.25pt;flip:y;z-index:251646976" o:connectortype="straight" strokeweight=".25pt">
            <v:stroke endarrow="block"/>
          </v:shape>
        </w:pict>
      </w:r>
      <w:r>
        <w:rPr>
          <w:noProof/>
        </w:rPr>
        <w:pict>
          <v:shape id="_x0000_s1063" type="#_x0000_t32" style="position:absolute;margin-left:246.75pt;margin-top:18.85pt;width:0;height:23.25pt;flip:y;z-index:251666432" o:connectortype="straight" strokeweight=".25pt">
            <v:stroke endarrow="block"/>
          </v:shape>
        </w:pict>
      </w:r>
    </w:p>
    <w:p w:rsidR="00EF3A3F" w:rsidRDefault="00EF3A3F" w:rsidP="00E9026F">
      <w:r>
        <w:rPr>
          <w:noProof/>
        </w:rPr>
        <w:pict>
          <v:shape id="_x0000_s1064" type="#_x0000_t115" style="position:absolute;margin-left:-16.95pt;margin-top:23.45pt;width:63pt;height:64.5pt;z-index:251633664">
            <v:shadow on="t" opacity=".5" offset="6pt,-6pt"/>
            <o:extrusion v:ext="view" rotationangle="-5"/>
            <v:textbox style="mso-next-textbox:#_x0000_s1064">
              <w:txbxContent>
                <w:p w:rsidR="00EF3A3F" w:rsidRPr="007F38AC" w:rsidRDefault="00EF3A3F" w:rsidP="008B44AA">
                  <w:pPr>
                    <w:jc w:val="center"/>
                    <w:rPr>
                      <w:b/>
                    </w:rPr>
                  </w:pPr>
                  <w:r w:rsidRPr="007F38AC">
                    <w:rPr>
                      <w:b/>
                    </w:rPr>
                    <w:t>Bchmks 6-8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114" style="position:absolute;margin-left:288.75pt;margin-top:18.2pt;width:63pt;height:50.25pt;z-index:251644928">
            <v:shadow on="t" opacity=".5" offset="6pt,-6pt"/>
            <o:extrusion v:ext="view" rotationangle="-5"/>
            <v:textbox style="mso-next-textbox:#_x0000_s1065">
              <w:txbxContent>
                <w:p w:rsidR="00EF3A3F" w:rsidRPr="007F38AC" w:rsidRDefault="00EF3A3F" w:rsidP="008B44AA">
                  <w:pPr>
                    <w:jc w:val="center"/>
                    <w:rPr>
                      <w:b/>
                      <w:sz w:val="18"/>
                    </w:rPr>
                  </w:pPr>
                  <w:r w:rsidRPr="007F38AC">
                    <w:rPr>
                      <w:b/>
                      <w:sz w:val="18"/>
                    </w:rPr>
                    <w:t>Access Point(s) 6-8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114" style="position:absolute;margin-left:218.25pt;margin-top:17.45pt;width:64.8pt;height:50.25pt;z-index:251641856">
            <v:shadow on="t" opacity=".5" offset="6pt,-6pt"/>
            <o:extrusion v:ext="view" rotationangle="-5"/>
            <v:textbox style="mso-next-textbox:#_x0000_s1066">
              <w:txbxContent>
                <w:p w:rsidR="00EF3A3F" w:rsidRPr="007F38AC" w:rsidRDefault="00EF3A3F" w:rsidP="008B44AA">
                  <w:pPr>
                    <w:jc w:val="center"/>
                    <w:rPr>
                      <w:b/>
                      <w:sz w:val="18"/>
                    </w:rPr>
                  </w:pPr>
                  <w:r w:rsidRPr="007F38AC">
                    <w:rPr>
                      <w:b/>
                      <w:sz w:val="18"/>
                    </w:rPr>
                    <w:t>Access Point(s) 6-8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32" style="position:absolute;margin-left:22.5pt;margin-top:18.2pt;width:195.75pt;height:43.5pt;flip:x;z-index:251653120" o:connectortype="straight">
            <v:stroke dashstyle="dash"/>
          </v:shape>
        </w:pict>
      </w:r>
      <w:r>
        <w:rPr>
          <w:noProof/>
        </w:rPr>
        <w:pict>
          <v:shape id="_x0000_s1068" type="#_x0000_t32" style="position:absolute;margin-left:35.25pt;margin-top:17.45pt;width:183.75pt;height:25.5pt;flip:x;z-index:251654144" o:connectortype="straight">
            <v:stroke dashstyle="dash"/>
          </v:shape>
        </w:pict>
      </w:r>
      <w:r>
        <w:rPr>
          <w:noProof/>
        </w:rPr>
        <w:pict>
          <v:shape id="_x0000_s1069" type="#_x0000_t32" style="position:absolute;margin-left:35.25pt;margin-top:17.45pt;width:183.75pt;height:9pt;flip:x;z-index:251675648" o:connectortype="straight">
            <v:stroke dashstyle="dash"/>
          </v:shape>
        </w:pict>
      </w:r>
      <w:r>
        <w:rPr>
          <w:noProof/>
        </w:rPr>
        <w:pict>
          <v:shape id="_x0000_s1070" type="#_x0000_t114" style="position:absolute;margin-left:283.5pt;margin-top:549.75pt;width:63pt;height:50.25pt;z-index:251692032">
            <v:shadow on="t" opacity=".5" offset="6pt,-6pt"/>
            <o:extrusion v:ext="view" rotationangle="-5"/>
            <v:textbox style="mso-next-textbox:#_x0000_s1070">
              <w:txbxContent>
                <w:p w:rsidR="00EF3A3F" w:rsidRDefault="00EF3A3F" w:rsidP="00336F08">
                  <w:pPr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Access Point(s) 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1" type="#_x0000_t114" style="position:absolute;margin-left:283.5pt;margin-top:549.75pt;width:63pt;height:50.25pt;z-index:251693056">
            <v:shadow on="t" opacity=".5" offset="6pt,-6pt"/>
            <o:extrusion v:ext="view" rotationangle="-5"/>
            <v:textbox style="mso-next-textbox:#_x0000_s1071">
              <w:txbxContent>
                <w:p w:rsidR="00EF3A3F" w:rsidRDefault="00EF3A3F" w:rsidP="00336F08">
                  <w:pPr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Access Point(s) 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2" type="#_x0000_t32" style="position:absolute;margin-left:88.5pt;margin-top:2.45pt;width:0;height:23.25pt;flip:y;z-index:251674624" o:connectortype="straight" strokeweight=".25pt">
            <v:stroke endarrow="block"/>
          </v:shape>
        </w:pict>
      </w:r>
      <w:r>
        <w:rPr>
          <w:noProof/>
        </w:rPr>
        <w:pict>
          <v:shape id="_x0000_s1073" type="#_x0000_t115" style="position:absolute;margin-left:56.25pt;margin-top:21.2pt;width:63pt;height:57.75pt;z-index:251673600">
            <v:shadow on="t" opacity=".5" offset="6pt,-6pt"/>
            <o:extrusion v:ext="view" rotationangle="-5"/>
            <v:textbox style="mso-next-textbox:#_x0000_s1073">
              <w:txbxContent>
                <w:p w:rsidR="00EF3A3F" w:rsidRPr="007F38AC" w:rsidRDefault="00EF3A3F" w:rsidP="008B44AA">
                  <w:pPr>
                    <w:jc w:val="center"/>
                    <w:rPr>
                      <w:b/>
                    </w:rPr>
                  </w:pPr>
                  <w:r w:rsidRPr="007F38AC">
                    <w:rPr>
                      <w:b/>
                    </w:rPr>
                    <w:t>Bchmks 6-8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4" type="#_x0000_t32" style="position:absolute;margin-left:18pt;margin-top:3.2pt;width:0;height:23.25pt;flip:y;z-index:251635712" o:connectortype="straight" strokeweight=".25pt">
            <v:stroke endarrow="block"/>
          </v:shape>
        </w:pict>
      </w:r>
    </w:p>
    <w:p w:rsidR="00EF3A3F" w:rsidRDefault="00EF3A3F" w:rsidP="00E9026F"/>
    <w:p w:rsidR="00EF3A3F" w:rsidRDefault="00EF3A3F" w:rsidP="00E9026F">
      <w:r>
        <w:rPr>
          <w:noProof/>
        </w:rPr>
        <w:pict>
          <v:shape id="_x0000_s1075" type="#_x0000_t32" style="position:absolute;margin-left:319.5pt;margin-top:12.5pt;width:.55pt;height:48.95pt;flip:y;z-index:251685888" o:connectortype="straight" strokeweight=".25pt">
            <v:stroke endarrow="block"/>
          </v:shape>
        </w:pict>
      </w:r>
      <w:r>
        <w:rPr>
          <w:noProof/>
        </w:rPr>
        <w:pict>
          <v:shape id="_x0000_s1076" type="#_x0000_t114" style="position:absolute;margin-left:283.5pt;margin-top:549.75pt;width:63pt;height:50.25pt;z-index:251694080">
            <v:shadow on="t" opacity=".5" offset="6pt,-6pt"/>
            <o:extrusion v:ext="view" rotationangle="-5"/>
            <v:textbox style="mso-next-textbox:#_x0000_s1076">
              <w:txbxContent>
                <w:p w:rsidR="00EF3A3F" w:rsidRDefault="00EF3A3F" w:rsidP="00336F08">
                  <w:pPr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Access Point(s) 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32" style="position:absolute;margin-left:248.2pt;margin-top:12.05pt;width:.3pt;height:17.25pt;flip:y;z-index:251649024" o:connectortype="straight" strokeweight=".25pt">
            <v:stroke endarrow="block"/>
          </v:shape>
        </w:pict>
      </w:r>
      <w:r>
        <w:rPr>
          <w:noProof/>
        </w:rPr>
        <w:pict>
          <v:shape id="_x0000_s1078" type="#_x0000_t32" style="position:absolute;margin-left:87pt;margin-top:24.3pt;width:0;height:23.25pt;flip:y;z-index:251636736" o:connectortype="straight" strokeweight=".25pt">
            <v:stroke endarrow="block"/>
          </v:shape>
        </w:pict>
      </w:r>
    </w:p>
    <w:p w:rsidR="00EF3A3F" w:rsidRDefault="00EF3A3F" w:rsidP="00E9026F">
      <w:r>
        <w:rPr>
          <w:noProof/>
        </w:rPr>
        <w:pict>
          <v:shape id="_x0000_s1079" type="#_x0000_t114" style="position:absolute;margin-left:288.75pt;margin-top:10.15pt;width:63pt;height:50.25pt;z-index:251695104">
            <v:shadow on="t" opacity=".5" offset="6pt,-6pt"/>
            <o:extrusion v:ext="view" rotationangle="-5"/>
            <v:textbox style="mso-next-textbox:#_x0000_s1079">
              <w:txbxContent>
                <w:p w:rsidR="00EF3A3F" w:rsidRPr="007F38AC" w:rsidRDefault="00EF3A3F" w:rsidP="000E5546">
                  <w:pPr>
                    <w:jc w:val="center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Access Point(s) 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0" type="#_x0000_t114" style="position:absolute;margin-left:219pt;margin-top:9.8pt;width:63pt;height:50.25pt;z-index:251643904">
            <v:shadow on="t" opacity=".5" offset="6pt,-6pt"/>
            <o:extrusion v:ext="view" rotationangle="-5"/>
            <v:textbox style="mso-next-textbox:#_x0000_s1080">
              <w:txbxContent>
                <w:p w:rsidR="00EF3A3F" w:rsidRPr="007F38AC" w:rsidRDefault="00EF3A3F" w:rsidP="008B44AA">
                  <w:pPr>
                    <w:jc w:val="center"/>
                    <w:rPr>
                      <w:b/>
                      <w:sz w:val="18"/>
                    </w:rPr>
                  </w:pPr>
                  <w:r w:rsidRPr="007F38AC">
                    <w:rPr>
                      <w:b/>
                      <w:sz w:val="18"/>
                    </w:rPr>
                    <w:t>Access Point(s) 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1" type="#_x0000_t114" style="position:absolute;margin-left:283.5pt;margin-top:549.75pt;width:63pt;height:50.25pt;z-index:251687936">
            <v:shadow on="t" opacity=".5" offset="6pt,-6pt"/>
            <o:extrusion v:ext="view" rotationangle="-5"/>
            <v:textbox style="mso-next-textbox:#_x0000_s1081">
              <w:txbxContent>
                <w:p w:rsidR="00EF3A3F" w:rsidRDefault="00EF3A3F" w:rsidP="00336F08">
                  <w:pPr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Access Point(s) 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2" type="#_x0000_t32" style="position:absolute;margin-left:35.25pt;margin-top:6.35pt;width:185.25pt;height:20.25pt;flip:x;z-index:251678720" o:connectortype="straight">
            <v:stroke dashstyle="dash"/>
          </v:shape>
        </w:pict>
      </w:r>
      <w:r>
        <w:rPr>
          <w:noProof/>
        </w:rPr>
        <w:pict>
          <v:shape id="_x0000_s1083" type="#_x0000_t114" style="position:absolute;margin-left:283.5pt;margin-top:549.75pt;width:63pt;height:50.25pt;z-index:251686912">
            <v:shadow on="t" opacity=".5" offset="6pt,-6pt"/>
            <o:extrusion v:ext="view" rotationangle="-5"/>
            <v:textbox style="mso-next-textbox:#_x0000_s1083">
              <w:txbxContent>
                <w:p w:rsidR="00EF3A3F" w:rsidRDefault="00EF3A3F" w:rsidP="00336F08">
                  <w:pPr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Access Point(s) 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4" type="#_x0000_t32" style="position:absolute;margin-left:35.25pt;margin-top:8.6pt;width:183pt;height:48.75pt;flip:x;z-index:251655168" o:connectortype="straight">
            <v:stroke dashstyle="dash"/>
          </v:shape>
        </w:pict>
      </w:r>
      <w:r>
        <w:rPr>
          <w:noProof/>
        </w:rPr>
        <w:pict>
          <v:shape id="_x0000_s1085" type="#_x0000_t32" style="position:absolute;margin-left:35.25pt;margin-top:8.6pt;width:185.25pt;height:31.5pt;flip:x;z-index:251627520" o:connectortype="straight">
            <v:stroke dashstyle="dash"/>
          </v:shape>
        </w:pict>
      </w:r>
      <w:r>
        <w:rPr>
          <w:noProof/>
        </w:rPr>
        <w:pict>
          <v:shape id="_x0000_s1086" type="#_x0000_t115" style="position:absolute;margin-left:55.5pt;margin-top:19.85pt;width:63pt;height:55.5pt;z-index:251677696">
            <v:shadow on="t" opacity=".5" offset="6pt,-6pt"/>
            <v:textbox style="mso-next-textbox:#_x0000_s1086">
              <w:txbxContent>
                <w:p w:rsidR="00EF3A3F" w:rsidRPr="007F38AC" w:rsidRDefault="00EF3A3F" w:rsidP="008B44AA">
                  <w:pPr>
                    <w:jc w:val="center"/>
                    <w:rPr>
                      <w:b/>
                    </w:rPr>
                  </w:pPr>
                  <w:r w:rsidRPr="007F38AC">
                    <w:rPr>
                      <w:b/>
                    </w:rPr>
                    <w:t>Bchmks 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7" type="#_x0000_t32" style="position:absolute;margin-left:18pt;margin-top:5.6pt;width:0;height:23.25pt;flip:y;z-index:251639808" o:connectortype="straight" strokeweight=".25pt">
            <v:stroke endarrow="block"/>
          </v:shape>
        </w:pict>
      </w:r>
    </w:p>
    <w:p w:rsidR="00EF3A3F" w:rsidRDefault="00EF3A3F" w:rsidP="00E9026F">
      <w:r>
        <w:rPr>
          <w:noProof/>
        </w:rPr>
        <w:pict>
          <v:shape id="_x0000_s1088" type="#_x0000_t115" style="position:absolute;margin-left:-19.3pt;margin-top:-.35pt;width:63pt;height:60pt;z-index:251620352">
            <v:shadow on="t" opacity=".5" offset="6pt,-6pt"/>
            <v:textbox style="mso-next-textbox:#_x0000_s1088">
              <w:txbxContent>
                <w:p w:rsidR="00EF3A3F" w:rsidRPr="007F38AC" w:rsidRDefault="00EF3A3F" w:rsidP="008B44AA">
                  <w:pPr>
                    <w:jc w:val="center"/>
                    <w:rPr>
                      <w:b/>
                    </w:rPr>
                  </w:pPr>
                  <w:r w:rsidRPr="007F38AC">
                    <w:rPr>
                      <w:b/>
                    </w:rPr>
                    <w:t>Bchmks 5</w:t>
                  </w:r>
                </w:p>
              </w:txbxContent>
            </v:textbox>
          </v:shape>
        </w:pict>
      </w:r>
    </w:p>
    <w:p w:rsidR="00EF3A3F" w:rsidRDefault="00EF3A3F" w:rsidP="00E9026F">
      <w:r>
        <w:rPr>
          <w:noProof/>
        </w:rPr>
        <w:pict>
          <v:shape id="_x0000_s1089" type="#_x0000_t32" style="position:absolute;margin-left:318.75pt;margin-top:9.15pt;width:0;height:39.1pt;flip:y;z-index:251696128" o:connectortype="straight" strokeweight=".25pt">
            <v:stroke endarrow="block"/>
          </v:shape>
        </w:pict>
      </w:r>
      <w:r>
        <w:rPr>
          <w:noProof/>
        </w:rPr>
        <w:pict>
          <v:shape id="_x0000_s1090" type="#_x0000_t32" style="position:absolute;margin-left:248.3pt;margin-top:9.15pt;width:.2pt;height:38.75pt;flip:x y;z-index:251660288" o:connectortype="straight" strokeweight=".25pt">
            <v:stroke endarrow="block"/>
          </v:shape>
        </w:pict>
      </w:r>
      <w:r>
        <w:rPr>
          <w:noProof/>
        </w:rPr>
        <w:pict>
          <v:shape id="_x0000_s1091" type="#_x0000_t32" style="position:absolute;margin-left:87pt;margin-top:19.8pt;width:0;height:28.45pt;flip:y;z-index:251658240" o:connectortype="straight" strokeweight=".25pt">
            <v:stroke endarrow="block"/>
          </v:shape>
        </w:pict>
      </w:r>
    </w:p>
    <w:p w:rsidR="00EF3A3F" w:rsidRDefault="00EF3A3F" w:rsidP="00E9026F">
      <w:r>
        <w:rPr>
          <w:noProof/>
        </w:rPr>
        <w:pict>
          <v:shape id="_x0000_s1092" type="#_x0000_t32" style="position:absolute;margin-left:16.05pt;margin-top:1.55pt;width:0;height:19.85pt;flip:y;z-index:251659264" o:connectortype="straight" strokeweight=".25pt">
            <v:stroke endarrow="block"/>
          </v:shape>
        </w:pict>
      </w:r>
      <w:r>
        <w:rPr>
          <w:noProof/>
        </w:rPr>
        <w:pict>
          <v:shape id="_x0000_s1093" type="#_x0000_t202" style="position:absolute;margin-left:-19.5pt;margin-top:22.4pt;width:381pt;height:31.15pt;z-index:251679744">
            <v:textbox style="mso-next-textbox:#_x0000_s1093">
              <w:txbxContent>
                <w:p w:rsidR="00EF3A3F" w:rsidRPr="00336F08" w:rsidRDefault="00EF3A3F" w:rsidP="00753BB1">
                  <w:pPr>
                    <w:jc w:val="center"/>
                    <w:rPr>
                      <w:sz w:val="32"/>
                    </w:rPr>
                  </w:pPr>
                  <w:r w:rsidRPr="00336F08">
                    <w:rPr>
                      <w:sz w:val="40"/>
                    </w:rPr>
                    <w:t>Grades 4,3,2,1,K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4" type="#_x0000_t202" style="position:absolute;margin-left:51.75pt;margin-top:324.4pt;width:62.25pt;height:39.35pt;z-index:251667456">
            <o:extrusion v:ext="view" on="t"/>
            <v:textbox>
              <w:txbxContent>
                <w:p w:rsidR="00EF3A3F" w:rsidRDefault="00EF3A3F" w:rsidP="007078E9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EU 1 </w:t>
                  </w:r>
                </w:p>
                <w:p w:rsidR="00EF3A3F" w:rsidRDefault="00EF3A3F" w:rsidP="007078E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per grade</w:t>
                  </w:r>
                </w:p>
              </w:txbxContent>
            </v:textbox>
          </v:shape>
        </w:pict>
      </w:r>
    </w:p>
    <w:p w:rsidR="00EF3A3F" w:rsidRDefault="00EF3A3F" w:rsidP="00E9026F">
      <w:r>
        <w:rPr>
          <w:noProof/>
        </w:rPr>
        <w:pict>
          <v:shape id="_x0000_s1095" type="#_x0000_t114" style="position:absolute;margin-left:283.5pt;margin-top:549.75pt;width:63pt;height:50.25pt;z-index:251691008">
            <v:shadow on="t" opacity=".5" offset="6pt,-6pt"/>
            <o:extrusion v:ext="view" rotationangle="-5"/>
            <v:textbox style="mso-next-textbox:#_x0000_s1095">
              <w:txbxContent>
                <w:p w:rsidR="00EF3A3F" w:rsidRDefault="00EF3A3F" w:rsidP="00336F08">
                  <w:pPr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Access Point(s) 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6" type="#_x0000_t114" style="position:absolute;margin-left:283.5pt;margin-top:549.75pt;width:63pt;height:50.25pt;z-index:251689984">
            <v:shadow on="t" opacity=".5" offset="6pt,-6pt"/>
            <o:extrusion v:ext="view" rotationangle="-5"/>
            <v:textbox style="mso-next-textbox:#_x0000_s1096">
              <w:txbxContent>
                <w:p w:rsidR="00EF3A3F" w:rsidRDefault="00EF3A3F" w:rsidP="00336F08">
                  <w:pPr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Access Point(s) 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7" type="#_x0000_t114" style="position:absolute;margin-left:283.5pt;margin-top:549.75pt;width:63pt;height:50.25pt;z-index:251688960">
            <v:shadow on="t" opacity=".5" offset="6pt,-6pt"/>
            <o:extrusion v:ext="view" rotationangle="-5"/>
            <v:textbox style="mso-next-textbox:#_x0000_s1097">
              <w:txbxContent>
                <w:p w:rsidR="00EF3A3F" w:rsidRDefault="00EF3A3F" w:rsidP="00336F08">
                  <w:pPr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Access Point(s) 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8" type="#_x0000_t202" style="position:absolute;margin-left:122.85pt;margin-top:655.35pt;width:93.8pt;height:43.45pt;z-index:251680768">
            <v:textbox style="mso-next-textbox:#_x0000_s1098">
              <w:txbxContent>
                <w:p w:rsidR="00EF3A3F" w:rsidRDefault="00EF3A3F" w:rsidP="00753BB1">
                  <w:pPr>
                    <w:jc w:val="center"/>
                  </w:pPr>
                  <w:r>
                    <w:rPr>
                      <w:sz w:val="28"/>
                    </w:rPr>
                    <w:t>Grades 4,3,2,1,K</w:t>
                  </w:r>
                </w:p>
              </w:txbxContent>
            </v:textbox>
          </v:shape>
        </w:pict>
      </w:r>
    </w:p>
    <w:p w:rsidR="00EF3A3F" w:rsidRPr="00E9026F" w:rsidRDefault="00EF3A3F" w:rsidP="00E9026F">
      <w:r>
        <w:rPr>
          <w:noProof/>
        </w:rPr>
        <w:pict>
          <v:shape id="_x0000_s1099" type="#_x0000_t32" style="position:absolute;margin-left:157.55pt;margin-top:67.35pt;width:0;height:35.25pt;flip:y;z-index:251684864" o:connectortype="straight">
            <v:stroke dashstyle="dash"/>
          </v:shape>
        </w:pict>
      </w:r>
      <w:r>
        <w:rPr>
          <w:noProof/>
        </w:rPr>
        <w:pict>
          <v:shape id="_x0000_s1100" type="#_x0000_t202" style="position:absolute;margin-left:122.85pt;margin-top:655.35pt;width:93.8pt;height:43.45pt;z-index:251681792">
            <v:textbox style="mso-next-textbox:#_x0000_s1100">
              <w:txbxContent>
                <w:p w:rsidR="00EF3A3F" w:rsidRDefault="00EF3A3F" w:rsidP="00753BB1">
                  <w:pPr>
                    <w:jc w:val="center"/>
                  </w:pPr>
                  <w:r>
                    <w:rPr>
                      <w:sz w:val="28"/>
                    </w:rPr>
                    <w:t>Grades 4,3,2,1,K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1" type="#_x0000_t202" style="position:absolute;margin-left:122.85pt;margin-top:655.35pt;width:93.8pt;height:43.45pt;z-index:251682816">
            <v:textbox style="mso-next-textbox:#_x0000_s1101">
              <w:txbxContent>
                <w:p w:rsidR="00EF3A3F" w:rsidRDefault="00EF3A3F" w:rsidP="00753BB1">
                  <w:pPr>
                    <w:jc w:val="center"/>
                  </w:pPr>
                  <w:r>
                    <w:rPr>
                      <w:sz w:val="28"/>
                    </w:rPr>
                    <w:t>Grades 4,3,2,1,K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2" type="#_x0000_t202" style="position:absolute;margin-left:122.85pt;margin-top:655.35pt;width:93.8pt;height:43.45pt;z-index:251683840">
            <v:textbox style="mso-next-textbox:#_x0000_s1102">
              <w:txbxContent>
                <w:p w:rsidR="00EF3A3F" w:rsidRDefault="00EF3A3F" w:rsidP="00753BB1">
                  <w:pPr>
                    <w:jc w:val="center"/>
                  </w:pPr>
                  <w:r>
                    <w:rPr>
                      <w:sz w:val="28"/>
                    </w:rPr>
                    <w:t>Grades 4,3,2,1,K</w:t>
                  </w:r>
                </w:p>
              </w:txbxContent>
            </v:textbox>
          </v:shape>
        </w:pict>
      </w:r>
    </w:p>
    <w:sectPr w:rsidR="00EF3A3F" w:rsidRPr="00E9026F" w:rsidSect="00447B53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A3F" w:rsidRDefault="00EF3A3F" w:rsidP="00753BB1">
      <w:pPr>
        <w:spacing w:after="0" w:line="240" w:lineRule="auto"/>
      </w:pPr>
      <w:r>
        <w:separator/>
      </w:r>
    </w:p>
  </w:endnote>
  <w:endnote w:type="continuationSeparator" w:id="0">
    <w:p w:rsidR="00EF3A3F" w:rsidRDefault="00EF3A3F" w:rsidP="00753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A3F" w:rsidRDefault="00EF3A3F">
    <w:pPr>
      <w:pStyle w:val="Foot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10pt;margin-top:-19.75pt;width:.05pt;height:35.25pt;flip:y;z-index:251660288" o:connectortype="straight" strokeweight=".25pt">
          <v:stroke endarrow="block"/>
        </v:shape>
      </w:pict>
    </w:r>
    <w:r>
      <w:t>Aligned during writing process</w:t>
    </w:r>
    <w:r>
      <w:tab/>
      <w:t>Aligned after writing process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A3F" w:rsidRDefault="00EF3A3F" w:rsidP="00753BB1">
      <w:pPr>
        <w:spacing w:after="0" w:line="240" w:lineRule="auto"/>
      </w:pPr>
      <w:r>
        <w:separator/>
      </w:r>
    </w:p>
  </w:footnote>
  <w:footnote w:type="continuationSeparator" w:id="0">
    <w:p w:rsidR="00EF3A3F" w:rsidRDefault="00EF3A3F" w:rsidP="00753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A3F" w:rsidRPr="00336F08" w:rsidRDefault="00EF3A3F" w:rsidP="00336F08">
    <w:pPr>
      <w:pStyle w:val="Header"/>
      <w:jc w:val="center"/>
      <w:rPr>
        <w:sz w:val="40"/>
      </w:rPr>
    </w:pPr>
    <w:r>
      <w:rPr>
        <w:sz w:val="40"/>
      </w:rPr>
      <w:t>Access Point for the Arts Writing Scheme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1F4"/>
    <w:rsid w:val="00091E79"/>
    <w:rsid w:val="000E5546"/>
    <w:rsid w:val="00120671"/>
    <w:rsid w:val="00122CED"/>
    <w:rsid w:val="00123C04"/>
    <w:rsid w:val="001D456E"/>
    <w:rsid w:val="002472F2"/>
    <w:rsid w:val="002A377E"/>
    <w:rsid w:val="002C068A"/>
    <w:rsid w:val="00330BC0"/>
    <w:rsid w:val="00336F08"/>
    <w:rsid w:val="003750B0"/>
    <w:rsid w:val="003A6849"/>
    <w:rsid w:val="00405C55"/>
    <w:rsid w:val="00422A8B"/>
    <w:rsid w:val="00447B53"/>
    <w:rsid w:val="00471620"/>
    <w:rsid w:val="004A5E2E"/>
    <w:rsid w:val="004B27EF"/>
    <w:rsid w:val="004B7761"/>
    <w:rsid w:val="004F042F"/>
    <w:rsid w:val="004F1B95"/>
    <w:rsid w:val="00501393"/>
    <w:rsid w:val="00522A1B"/>
    <w:rsid w:val="0053380E"/>
    <w:rsid w:val="00691291"/>
    <w:rsid w:val="007078E9"/>
    <w:rsid w:val="00713585"/>
    <w:rsid w:val="00745F47"/>
    <w:rsid w:val="00753BB1"/>
    <w:rsid w:val="00764B3D"/>
    <w:rsid w:val="00775189"/>
    <w:rsid w:val="00797137"/>
    <w:rsid w:val="007A0782"/>
    <w:rsid w:val="007F38AC"/>
    <w:rsid w:val="008B44AA"/>
    <w:rsid w:val="008C15BA"/>
    <w:rsid w:val="0091477D"/>
    <w:rsid w:val="009C0268"/>
    <w:rsid w:val="009C4745"/>
    <w:rsid w:val="009F3CBC"/>
    <w:rsid w:val="00A13882"/>
    <w:rsid w:val="00A56F0E"/>
    <w:rsid w:val="00A6700E"/>
    <w:rsid w:val="00B071F4"/>
    <w:rsid w:val="00B24F5D"/>
    <w:rsid w:val="00B26D2B"/>
    <w:rsid w:val="00B93026"/>
    <w:rsid w:val="00BA2ADC"/>
    <w:rsid w:val="00BE2B48"/>
    <w:rsid w:val="00CC7978"/>
    <w:rsid w:val="00D23A98"/>
    <w:rsid w:val="00DC7343"/>
    <w:rsid w:val="00E15336"/>
    <w:rsid w:val="00E67013"/>
    <w:rsid w:val="00E73250"/>
    <w:rsid w:val="00E9026F"/>
    <w:rsid w:val="00EC1935"/>
    <w:rsid w:val="00EC7809"/>
    <w:rsid w:val="00ED7D0D"/>
    <w:rsid w:val="00EF3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B5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07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71F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753B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53BB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53B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53BB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15</Words>
  <Characters>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response</dc:creator>
  <cp:keywords/>
  <dc:description/>
  <cp:lastModifiedBy>linda.lovins</cp:lastModifiedBy>
  <cp:revision>2</cp:revision>
  <cp:lastPrinted>2010-04-15T20:01:00Z</cp:lastPrinted>
  <dcterms:created xsi:type="dcterms:W3CDTF">2010-05-14T15:50:00Z</dcterms:created>
  <dcterms:modified xsi:type="dcterms:W3CDTF">2010-05-14T15:50:00Z</dcterms:modified>
</cp:coreProperties>
</file>